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2B2363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A027AC" w:rsidRPr="00C1077D" w:rsidRDefault="00A027AC" w:rsidP="00A027AC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876550" cy="3997386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9277" cy="400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A027AC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A027AC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363" w:rsidRDefault="002B23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2363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5BA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B99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27AC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4EF1A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6749C1-DDEE-4656-A84D-A303E0F1174F}"/>
</file>

<file path=customXml/itemProps2.xml><?xml version="1.0" encoding="utf-8"?>
<ds:datastoreItem xmlns:ds="http://schemas.openxmlformats.org/officeDocument/2006/customXml" ds:itemID="{884E5172-F07E-4802-A375-6EE681EC5832}"/>
</file>

<file path=customXml/itemProps3.xml><?xml version="1.0" encoding="utf-8"?>
<ds:datastoreItem xmlns:ds="http://schemas.openxmlformats.org/officeDocument/2006/customXml" ds:itemID="{801A73F0-8CD9-438D-87AD-124D489B56C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</TotalTime>
  <Pages>2</Pages>
  <Words>198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11</cp:revision>
  <cp:lastPrinted>2011-12-15T11:14:00Z</cp:lastPrinted>
  <dcterms:created xsi:type="dcterms:W3CDTF">2020-04-08T13:29:00Z</dcterms:created>
  <dcterms:modified xsi:type="dcterms:W3CDTF">2020-05-07T12:25:00Z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440500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